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AFDCD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5E7753F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3B89A836" w14:textId="77777777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2416EA">
        <w:rPr>
          <w:rFonts w:ascii="Corbel" w:hAnsi="Corbel"/>
          <w:b/>
          <w:smallCaps/>
          <w:sz w:val="24"/>
          <w:szCs w:val="24"/>
        </w:rPr>
        <w:t>2023-2026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B06ED8B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43D3C3BD" w14:textId="77777777" w:rsidR="0085747A" w:rsidRPr="00B169DF" w:rsidRDefault="00445970" w:rsidP="002416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2416EA">
        <w:rPr>
          <w:rFonts w:ascii="Corbel" w:hAnsi="Corbel"/>
          <w:sz w:val="20"/>
          <w:szCs w:val="20"/>
        </w:rPr>
        <w:t xml:space="preserve">ok </w:t>
      </w:r>
      <w:r w:rsidR="00BE39F3">
        <w:rPr>
          <w:rFonts w:ascii="Corbel" w:hAnsi="Corbel"/>
          <w:sz w:val="20"/>
          <w:szCs w:val="20"/>
        </w:rPr>
        <w:t>akademicki   2024/2025</w:t>
      </w:r>
    </w:p>
    <w:p w14:paraId="2E090620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D054433" w14:textId="77777777" w:rsidTr="00B819C8">
        <w:tc>
          <w:tcPr>
            <w:tcW w:w="2694" w:type="dxa"/>
            <w:vAlign w:val="center"/>
          </w:tcPr>
          <w:p w14:paraId="2B3CB2A6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29E468C" w14:textId="77777777" w:rsidR="0085747A" w:rsidRPr="00B169DF" w:rsidRDefault="005C1D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pracy socjoterapeutycznej</w:t>
            </w:r>
          </w:p>
        </w:tc>
      </w:tr>
      <w:tr w:rsidR="0085747A" w:rsidRPr="00B169DF" w14:paraId="22E2A53B" w14:textId="77777777" w:rsidTr="00B819C8">
        <w:tc>
          <w:tcPr>
            <w:tcW w:w="2694" w:type="dxa"/>
            <w:vAlign w:val="center"/>
          </w:tcPr>
          <w:p w14:paraId="6E161C1C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141583A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33724F18" w14:textId="77777777" w:rsidTr="00B819C8">
        <w:tc>
          <w:tcPr>
            <w:tcW w:w="2694" w:type="dxa"/>
            <w:vAlign w:val="center"/>
          </w:tcPr>
          <w:p w14:paraId="6BE97B15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23CCBC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720EA1D5" w14:textId="77777777" w:rsidTr="00B819C8">
        <w:tc>
          <w:tcPr>
            <w:tcW w:w="2694" w:type="dxa"/>
            <w:vAlign w:val="center"/>
          </w:tcPr>
          <w:p w14:paraId="43511CD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CD3FA0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14:paraId="4EEC6D3E" w14:textId="77777777" w:rsidTr="00B819C8">
        <w:tc>
          <w:tcPr>
            <w:tcW w:w="2694" w:type="dxa"/>
            <w:vAlign w:val="center"/>
          </w:tcPr>
          <w:p w14:paraId="366357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C2EEAA5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14:paraId="1162EAD0" w14:textId="77777777" w:rsidTr="00B819C8">
        <w:tc>
          <w:tcPr>
            <w:tcW w:w="2694" w:type="dxa"/>
            <w:vAlign w:val="center"/>
          </w:tcPr>
          <w:p w14:paraId="5F27D14B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595080F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B169DF" w14:paraId="30AE1537" w14:textId="77777777" w:rsidTr="00B819C8">
        <w:tc>
          <w:tcPr>
            <w:tcW w:w="2694" w:type="dxa"/>
            <w:vAlign w:val="center"/>
          </w:tcPr>
          <w:p w14:paraId="1AD6EC5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361AC7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36AB1A23" w14:textId="77777777" w:rsidTr="00B819C8">
        <w:tc>
          <w:tcPr>
            <w:tcW w:w="2694" w:type="dxa"/>
            <w:vAlign w:val="center"/>
          </w:tcPr>
          <w:p w14:paraId="2170BF6A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D6C1694" w14:textId="77777777" w:rsidR="0085747A" w:rsidRPr="00B169DF" w:rsidRDefault="009F43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B169DF" w14:paraId="5C9AB113" w14:textId="77777777" w:rsidTr="00B819C8">
        <w:tc>
          <w:tcPr>
            <w:tcW w:w="2694" w:type="dxa"/>
            <w:vAlign w:val="center"/>
          </w:tcPr>
          <w:p w14:paraId="5D16799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244987C" w14:textId="77777777" w:rsidR="0085747A" w:rsidRPr="00B169DF" w:rsidRDefault="005C1D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3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B169DF" w14:paraId="6937719C" w14:textId="77777777" w:rsidTr="00B819C8">
        <w:tc>
          <w:tcPr>
            <w:tcW w:w="2694" w:type="dxa"/>
            <w:vAlign w:val="center"/>
          </w:tcPr>
          <w:p w14:paraId="3588128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03C6D3C" w14:textId="77777777" w:rsidR="0085747A" w:rsidRPr="00B169DF" w:rsidRDefault="00D829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(do wyboru)</w:t>
            </w:r>
          </w:p>
        </w:tc>
      </w:tr>
      <w:tr w:rsidR="00923D7D" w:rsidRPr="00B169DF" w14:paraId="597AD96B" w14:textId="77777777" w:rsidTr="00B819C8">
        <w:tc>
          <w:tcPr>
            <w:tcW w:w="2694" w:type="dxa"/>
            <w:vAlign w:val="center"/>
          </w:tcPr>
          <w:p w14:paraId="0F0E4D35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2B4B46F" w14:textId="77777777" w:rsidR="00923D7D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267E3A2C" w14:textId="77777777" w:rsidTr="00B819C8">
        <w:tc>
          <w:tcPr>
            <w:tcW w:w="2694" w:type="dxa"/>
            <w:vAlign w:val="center"/>
          </w:tcPr>
          <w:p w14:paraId="58F3C891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B6255B1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85747A" w:rsidRPr="00B169DF" w14:paraId="677B7E72" w14:textId="77777777" w:rsidTr="00B819C8">
        <w:tc>
          <w:tcPr>
            <w:tcW w:w="2694" w:type="dxa"/>
            <w:vAlign w:val="center"/>
          </w:tcPr>
          <w:p w14:paraId="538A7FC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54CE50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7AEBBC7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55667C09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B14EB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824CBF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3E72C81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CF1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08068153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C154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A4E7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1124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63E7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69EC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588A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7C155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0DE3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9425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ABC33F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F4F1" w14:textId="77777777" w:rsidR="00015B8F" w:rsidRPr="00B169DF" w:rsidRDefault="00411A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BB28B" w14:textId="77777777" w:rsidR="00015B8F" w:rsidRPr="00B169DF" w:rsidRDefault="009F43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5509" w14:textId="77777777" w:rsidR="00015B8F" w:rsidRPr="00B169DF" w:rsidRDefault="009F43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4329C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6335B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D1C1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BD675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F0538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10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C2D8C" w14:textId="77777777" w:rsidR="00015B8F" w:rsidRPr="00B169DF" w:rsidRDefault="007F3A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14:paraId="756B3BE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372D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9543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1492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F594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17813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8450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DB685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0125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51F9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EB5A4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DE5F944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98725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67DFED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2D068341" w14:textId="77777777" w:rsidR="0085747A" w:rsidRPr="009D4D8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D4D83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9D4D83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6DE62DB3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2742B1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A6870C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897A1D6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287DB7" w14:textId="77777777" w:rsidR="00E960BB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86B8954" w14:textId="77777777" w:rsidR="009D4D83" w:rsidRPr="00B169DF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805008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01B2E167" w14:textId="77777777" w:rsidTr="00745302">
        <w:tc>
          <w:tcPr>
            <w:tcW w:w="9670" w:type="dxa"/>
          </w:tcPr>
          <w:p w14:paraId="458B07B1" w14:textId="77777777" w:rsidR="0085747A" w:rsidRPr="00B169DF" w:rsidRDefault="008D4F4F" w:rsidP="008D4F4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</w:t>
            </w: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zakresu: psychologii rozwojowej, wychowawczej i klinicznej; teor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etycznych podstaw kształtowania </w:t>
            </w: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stosunków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interpersonalnych; komunikacji </w:t>
            </w: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interpersonalnej; procesów grupowych oraz zaburzeń w rozwoju i zachowaniu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dzieci 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młodzieży; niedostosowania społecznego; edukacji zdrowotnej.</w:t>
            </w:r>
          </w:p>
        </w:tc>
      </w:tr>
    </w:tbl>
    <w:p w14:paraId="467DE690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02FA5B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784B4FF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6DD6A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5A917EE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B169DF" w14:paraId="7336FA84" w14:textId="77777777" w:rsidTr="00923D7D">
        <w:tc>
          <w:tcPr>
            <w:tcW w:w="851" w:type="dxa"/>
            <w:vAlign w:val="center"/>
          </w:tcPr>
          <w:p w14:paraId="0307D903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F1CE982" w14:textId="77777777" w:rsidR="0085747A" w:rsidRPr="00B169DF" w:rsidRDefault="006B6893" w:rsidP="006B689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6B6893">
              <w:rPr>
                <w:rFonts w:ascii="Corbel" w:hAnsi="Corbel"/>
                <w:b w:val="0"/>
                <w:sz w:val="24"/>
                <w:szCs w:val="24"/>
              </w:rPr>
              <w:t>rzyswojenie przez studenta podstawowych informacji teoretycznych i praktycznych z zakresu socjoterapii. Rozumienie pojęć socjoterapii, celów, form i zasad pracy socjoterapeutycznej.</w:t>
            </w:r>
          </w:p>
        </w:tc>
      </w:tr>
      <w:tr w:rsidR="0085747A" w:rsidRPr="00B169DF" w14:paraId="43DE2374" w14:textId="77777777" w:rsidTr="00923D7D">
        <w:tc>
          <w:tcPr>
            <w:tcW w:w="851" w:type="dxa"/>
            <w:vAlign w:val="center"/>
          </w:tcPr>
          <w:p w14:paraId="1F358614" w14:textId="77777777" w:rsidR="0085747A" w:rsidRPr="00B169DF" w:rsidRDefault="00DC35B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36564EF" w14:textId="77777777" w:rsidR="0085747A" w:rsidRPr="00B169DF" w:rsidRDefault="006B689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6893">
              <w:rPr>
                <w:rFonts w:ascii="Corbel" w:hAnsi="Corbel"/>
                <w:b w:val="0"/>
                <w:sz w:val="24"/>
                <w:szCs w:val="24"/>
              </w:rPr>
              <w:t>Zapoznanie studenta z wiedzą dotyczącą zaburzeń zachowania u dzieci, przystosowawczo-obronnych mechanizmów i funkcji zachowań agresywnych u dzieci.</w:t>
            </w:r>
          </w:p>
        </w:tc>
      </w:tr>
      <w:tr w:rsidR="0085747A" w:rsidRPr="00B169DF" w14:paraId="49F3D87A" w14:textId="77777777" w:rsidTr="00923D7D">
        <w:tc>
          <w:tcPr>
            <w:tcW w:w="851" w:type="dxa"/>
            <w:vAlign w:val="center"/>
          </w:tcPr>
          <w:p w14:paraId="3C02F1EE" w14:textId="77777777" w:rsidR="0085747A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8081AAA" w14:textId="77777777" w:rsidR="0085747A" w:rsidRPr="00B169DF" w:rsidRDefault="006B6893" w:rsidP="00733FA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B6893">
              <w:rPr>
                <w:rFonts w:ascii="Corbel" w:hAnsi="Corbel"/>
                <w:b w:val="0"/>
                <w:sz w:val="24"/>
                <w:szCs w:val="24"/>
              </w:rPr>
              <w:t>Zapoznanie studenta z etapami pracy z grupą wyróżnionych w procesie socjoterapeutycznym. Nabycie przez studenta umiejętności tworzenia struktury jednego zajęcia</w:t>
            </w:r>
            <w:r w:rsidR="00BE39F3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C35B8" w:rsidRPr="00B169DF" w14:paraId="028992B1" w14:textId="77777777" w:rsidTr="00923D7D">
        <w:tc>
          <w:tcPr>
            <w:tcW w:w="851" w:type="dxa"/>
            <w:vAlign w:val="center"/>
          </w:tcPr>
          <w:p w14:paraId="2AC4AFAA" w14:textId="77777777" w:rsidR="00DC35B8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693E373" w14:textId="77777777" w:rsidR="00DC35B8" w:rsidRPr="00DC35B8" w:rsidRDefault="005A00B6" w:rsidP="00DC35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Zaprezentowanie</w:t>
            </w:r>
            <w:r w:rsidR="006B6893" w:rsidRPr="008D4F4F">
              <w:rPr>
                <w:rFonts w:ascii="Corbel" w:hAnsi="Corbel"/>
                <w:b w:val="0"/>
                <w:sz w:val="24"/>
                <w:szCs w:val="24"/>
              </w:rPr>
              <w:t>, w jaki sposób pedagodzy i wychowawcy mogą wykorzystywać</w:t>
            </w:r>
            <w:r w:rsidR="006B689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B6893" w:rsidRPr="008D4F4F">
              <w:rPr>
                <w:rFonts w:ascii="Corbel" w:hAnsi="Corbel"/>
                <w:b w:val="0"/>
                <w:sz w:val="24"/>
                <w:szCs w:val="24"/>
              </w:rPr>
              <w:t>elementy socjoterapii, która za</w:t>
            </w:r>
            <w:r w:rsidR="006B6893">
              <w:rPr>
                <w:rFonts w:ascii="Corbel" w:hAnsi="Corbel"/>
                <w:b w:val="0"/>
                <w:sz w:val="24"/>
                <w:szCs w:val="24"/>
              </w:rPr>
              <w:t xml:space="preserve">liczana jest do procesów </w:t>
            </w:r>
            <w:proofErr w:type="spellStart"/>
            <w:r w:rsidR="006B6893">
              <w:rPr>
                <w:rFonts w:ascii="Corbel" w:hAnsi="Corbel"/>
                <w:b w:val="0"/>
                <w:sz w:val="24"/>
                <w:szCs w:val="24"/>
              </w:rPr>
              <w:t>psycho</w:t>
            </w:r>
            <w:r w:rsidR="006B6893" w:rsidRPr="008D4F4F">
              <w:rPr>
                <w:rFonts w:ascii="Corbel" w:hAnsi="Corbel"/>
                <w:b w:val="0"/>
                <w:sz w:val="24"/>
                <w:szCs w:val="24"/>
              </w:rPr>
              <w:t>korekcyjnych</w:t>
            </w:r>
            <w:proofErr w:type="spellEnd"/>
            <w:r w:rsidR="006B6893" w:rsidRPr="008D4F4F">
              <w:rPr>
                <w:rFonts w:ascii="Corbel" w:hAnsi="Corbel"/>
                <w:b w:val="0"/>
                <w:sz w:val="24"/>
                <w:szCs w:val="24"/>
              </w:rPr>
              <w:t>, w działaniach wspierających</w:t>
            </w:r>
            <w:r w:rsidR="006B689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B6893" w:rsidRPr="008D4F4F">
              <w:rPr>
                <w:rFonts w:ascii="Corbel" w:hAnsi="Corbel"/>
                <w:b w:val="0"/>
                <w:sz w:val="24"/>
                <w:szCs w:val="24"/>
              </w:rPr>
              <w:t>młodzież w okresie dorastania, osoby borykające się z problemami osobistymi i trudnościami życiowymi, a także</w:t>
            </w:r>
            <w:r w:rsidR="006B689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B6893" w:rsidRPr="008D4F4F">
              <w:rPr>
                <w:rFonts w:ascii="Corbel" w:hAnsi="Corbel"/>
                <w:b w:val="0"/>
                <w:sz w:val="24"/>
                <w:szCs w:val="24"/>
              </w:rPr>
              <w:t>te, które weszły już w konflikt z prawe</w:t>
            </w:r>
            <w:r w:rsidR="006B6893">
              <w:rPr>
                <w:rFonts w:ascii="Corbel" w:hAnsi="Corbel"/>
                <w:b w:val="0"/>
                <w:sz w:val="24"/>
                <w:szCs w:val="24"/>
              </w:rPr>
              <w:t>m.</w:t>
            </w:r>
          </w:p>
        </w:tc>
      </w:tr>
    </w:tbl>
    <w:p w14:paraId="72CD309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4CE1C13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3217E230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14:paraId="58164CCA" w14:textId="77777777" w:rsidTr="0071620A">
        <w:tc>
          <w:tcPr>
            <w:tcW w:w="1701" w:type="dxa"/>
            <w:vAlign w:val="center"/>
          </w:tcPr>
          <w:p w14:paraId="594D2ABF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06DBD07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CF96EA4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68DC56CB" w14:textId="77777777" w:rsidTr="005E6E85">
        <w:tc>
          <w:tcPr>
            <w:tcW w:w="1701" w:type="dxa"/>
          </w:tcPr>
          <w:p w14:paraId="6A8CC419" w14:textId="77777777" w:rsidR="0085747A" w:rsidRPr="00B169DF" w:rsidRDefault="0085747A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54BEC04" w14:textId="77777777" w:rsidR="002F7DD5" w:rsidRPr="00B169DF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podstawową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 xml:space="preserve"> wi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edzę na temat specyfiki działań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socjoterapeu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tycznych. Zna podstawowe metody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i techniki pracy soc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joterapeutycznej; uzasadnia ich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wybór w zależności od sytuacji i potrzeb grupy.</w:t>
            </w:r>
          </w:p>
        </w:tc>
        <w:tc>
          <w:tcPr>
            <w:tcW w:w="1873" w:type="dxa"/>
          </w:tcPr>
          <w:p w14:paraId="3CAA35BD" w14:textId="77777777" w:rsidR="0085747A" w:rsidRPr="00B169DF" w:rsidRDefault="008D4F4F" w:rsidP="006B68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B169DF" w14:paraId="03F94B65" w14:textId="77777777" w:rsidTr="005E6E85">
        <w:tc>
          <w:tcPr>
            <w:tcW w:w="1701" w:type="dxa"/>
          </w:tcPr>
          <w:p w14:paraId="67FAA05B" w14:textId="77777777" w:rsidR="0085747A" w:rsidRPr="00B169DF" w:rsidRDefault="0085747A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4E6B181" w14:textId="77777777" w:rsidR="0085747A" w:rsidRPr="00B169DF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przedstawia teoretyczne podstawy przebiegu procesów grupowych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ze szcze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gólnym uwzględnieniem specyfiki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funkcjonowania grup socjoterapeutycznych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13471A9" w14:textId="77777777" w:rsidR="0085747A" w:rsidRPr="00B169DF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85747A" w:rsidRPr="00B169DF" w14:paraId="189BA52F" w14:textId="77777777" w:rsidTr="005E6E85">
        <w:tc>
          <w:tcPr>
            <w:tcW w:w="1701" w:type="dxa"/>
          </w:tcPr>
          <w:p w14:paraId="0DCE23DB" w14:textId="77777777" w:rsidR="0085747A" w:rsidRPr="00B169DF" w:rsidRDefault="004C2E66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8424AF2" w14:textId="77777777" w:rsidR="0085747A" w:rsidRPr="00B169DF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6B6893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yjaś</w:t>
            </w:r>
            <w:r w:rsidR="006B6893">
              <w:rPr>
                <w:rFonts w:ascii="Corbel" w:hAnsi="Corbel"/>
                <w:b w:val="0"/>
                <w:smallCaps w:val="0"/>
                <w:szCs w:val="24"/>
              </w:rPr>
              <w:t xml:space="preserve">nia współzależność kwalifikacji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 xml:space="preserve">i kompetencji osoby </w:t>
            </w:r>
            <w:r w:rsidR="006B6893">
              <w:rPr>
                <w:rFonts w:ascii="Corbel" w:hAnsi="Corbel"/>
                <w:b w:val="0"/>
                <w:smallCaps w:val="0"/>
                <w:szCs w:val="24"/>
              </w:rPr>
              <w:t xml:space="preserve">prowadzącej socjoterapię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a efektami rozwojo</w:t>
            </w:r>
            <w:r w:rsidR="006B6893">
              <w:rPr>
                <w:rFonts w:ascii="Corbel" w:hAnsi="Corbel"/>
                <w:b w:val="0"/>
                <w:smallCaps w:val="0"/>
                <w:szCs w:val="24"/>
              </w:rPr>
              <w:t xml:space="preserve">wymi grupy i poszczególnych jej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uczestników.</w:t>
            </w:r>
          </w:p>
        </w:tc>
        <w:tc>
          <w:tcPr>
            <w:tcW w:w="1873" w:type="dxa"/>
          </w:tcPr>
          <w:p w14:paraId="6241FD34" w14:textId="77777777" w:rsidR="0085747A" w:rsidRPr="00B169DF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4C2E66" w:rsidRPr="00B169DF" w14:paraId="04E093DE" w14:textId="77777777" w:rsidTr="005E6E85">
        <w:tc>
          <w:tcPr>
            <w:tcW w:w="1701" w:type="dxa"/>
          </w:tcPr>
          <w:p w14:paraId="261CC821" w14:textId="77777777" w:rsidR="004C2E66" w:rsidRPr="00B169DF" w:rsidRDefault="004C2E66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9365B7A" w14:textId="77777777" w:rsidR="004C2E66" w:rsidRPr="004C2E66" w:rsidRDefault="006B6893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6893">
              <w:rPr>
                <w:rFonts w:ascii="Corbel" w:hAnsi="Corbel"/>
                <w:b w:val="0"/>
                <w:smallCaps w:val="0"/>
                <w:szCs w:val="24"/>
              </w:rPr>
              <w:t>Potrafi dokonać właś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ciwego wyboru scenariusza zajęć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socjoterapeutyczny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ch, metod, technik oraz ćwiczeń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i zadań w zależności 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specyfiki i aktualnych potrzeb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grupy oraz poszczególnych uczestników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56027B7" w14:textId="77777777" w:rsidR="004C2E66" w:rsidRPr="00DC35B8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4C2E66" w:rsidRPr="00B169DF" w14:paraId="5C0CA5C0" w14:textId="77777777" w:rsidTr="005E6E85">
        <w:tc>
          <w:tcPr>
            <w:tcW w:w="1701" w:type="dxa"/>
          </w:tcPr>
          <w:p w14:paraId="36954CD8" w14:textId="77777777" w:rsidR="004C2E66" w:rsidRPr="00B169DF" w:rsidRDefault="004C2E66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8B1BFDB" w14:textId="77777777" w:rsidR="004C2E66" w:rsidRPr="002F7DD5" w:rsidRDefault="006B6893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rozwija swoje kompetencje w zakresie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skutecznego kom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unikowania się i współdziałania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z grupą. Potrafi konstru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ktywnie i krytycznie analizować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i oceniać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własny i członków grupy sposób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funkcjonowania w trakcie realizowania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poszczególnych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zadań, a także dzieli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 się spostrzeżeniami w postaci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informacji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zwrotnych,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zachowaniem reguł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obowiązujących w pracy terapeutycznej.</w:t>
            </w:r>
          </w:p>
        </w:tc>
        <w:tc>
          <w:tcPr>
            <w:tcW w:w="1873" w:type="dxa"/>
          </w:tcPr>
          <w:p w14:paraId="7619EFAD" w14:textId="77777777" w:rsidR="004C2E66" w:rsidRPr="00DC35B8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K_U08</w:t>
            </w:r>
          </w:p>
        </w:tc>
      </w:tr>
      <w:tr w:rsidR="004C2E66" w:rsidRPr="00B169DF" w14:paraId="11A0C98A" w14:textId="77777777" w:rsidTr="005E6E85">
        <w:tc>
          <w:tcPr>
            <w:tcW w:w="1701" w:type="dxa"/>
          </w:tcPr>
          <w:p w14:paraId="6C3F91C9" w14:textId="77777777" w:rsidR="004C2E66" w:rsidRPr="00B169DF" w:rsidRDefault="004C2E66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96" w:type="dxa"/>
          </w:tcPr>
          <w:p w14:paraId="5DC8C075" w14:textId="77777777" w:rsidR="004C2E66" w:rsidRPr="004C2E66" w:rsidRDefault="006B6893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przeprowadzić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analizę aktualne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go poziomu własnych kompetencji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i wskazać obszary wymagające dalszej pracy nad nimi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Uzasadnia pot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rzebę ciągłego rozwoju własnych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pedagogicznych kompetencji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98C2CD4" w14:textId="77777777" w:rsidR="004C2E66" w:rsidRPr="004C2E66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606064C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084372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71105BFB" w14:textId="77777777" w:rsidR="00675843" w:rsidRPr="00DC35B8" w:rsidRDefault="0085747A" w:rsidP="00DC35B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E4389" w:rsidRPr="00B169DF" w14:paraId="3ABF8726" w14:textId="77777777" w:rsidTr="00BB7F25">
        <w:tc>
          <w:tcPr>
            <w:tcW w:w="9639" w:type="dxa"/>
          </w:tcPr>
          <w:p w14:paraId="1BA597DC" w14:textId="77777777" w:rsidR="005E4389" w:rsidRPr="00B169DF" w:rsidRDefault="005E4389" w:rsidP="00BB7F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4389" w:rsidRPr="00B169DF" w14:paraId="6F4883DD" w14:textId="77777777" w:rsidTr="00BB7F25">
        <w:tc>
          <w:tcPr>
            <w:tcW w:w="9639" w:type="dxa"/>
          </w:tcPr>
          <w:p w14:paraId="60B0876E" w14:textId="77777777" w:rsidR="005E4389" w:rsidRPr="00BE39F3" w:rsidRDefault="008D4F4F" w:rsidP="00BE39F3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8D4F4F">
              <w:rPr>
                <w:rFonts w:ascii="Corbel" w:hAnsi="Corbel"/>
                <w:sz w:val="24"/>
                <w:szCs w:val="24"/>
              </w:rPr>
              <w:t>Socjoterapia jako forma pomocy</w:t>
            </w:r>
            <w:r w:rsidR="00BE39F3">
              <w:rPr>
                <w:rFonts w:ascii="Corbel" w:hAnsi="Corbel"/>
                <w:sz w:val="24"/>
                <w:szCs w:val="24"/>
              </w:rPr>
              <w:t xml:space="preserve"> psychologiczno-pedagogicznej - psychospołeczna nauka w </w:t>
            </w:r>
            <w:r w:rsidR="00BE39F3" w:rsidRPr="00BE39F3">
              <w:rPr>
                <w:rFonts w:ascii="Corbel" w:hAnsi="Corbel"/>
                <w:sz w:val="24"/>
                <w:szCs w:val="24"/>
              </w:rPr>
              <w:t>grupie.</w:t>
            </w:r>
          </w:p>
        </w:tc>
      </w:tr>
      <w:tr w:rsidR="005E4389" w:rsidRPr="00B169DF" w14:paraId="77CC7BCF" w14:textId="77777777" w:rsidTr="00BB7F25">
        <w:tc>
          <w:tcPr>
            <w:tcW w:w="9639" w:type="dxa"/>
          </w:tcPr>
          <w:p w14:paraId="4BF7AD9F" w14:textId="77777777" w:rsidR="005E4389" w:rsidRPr="00B169DF" w:rsidRDefault="00BE39F3" w:rsidP="005E43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4F4F">
              <w:rPr>
                <w:rFonts w:ascii="Corbel" w:hAnsi="Corbel"/>
                <w:sz w:val="24"/>
                <w:szCs w:val="24"/>
              </w:rPr>
              <w:t>Dynamika grupy socjoterapeutycznej oraz metody i techniki pracy z grupą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5E4389" w:rsidRPr="00B169DF" w14:paraId="4C145DAF" w14:textId="77777777" w:rsidTr="00BB7F25">
        <w:tc>
          <w:tcPr>
            <w:tcW w:w="9639" w:type="dxa"/>
          </w:tcPr>
          <w:p w14:paraId="7AB6A63D" w14:textId="77777777" w:rsidR="005E4389" w:rsidRPr="00B169DF" w:rsidRDefault="00BE39F3" w:rsidP="00BE39F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D4F4F">
              <w:rPr>
                <w:rFonts w:ascii="Corbel" w:hAnsi="Corbel"/>
                <w:sz w:val="24"/>
                <w:szCs w:val="24"/>
              </w:rPr>
              <w:t>Rozwój grupy, krytyczne momenty, radzenie sobie z trudnościami w pracy</w:t>
            </w:r>
            <w:r>
              <w:rPr>
                <w:rFonts w:ascii="Corbel" w:hAnsi="Corbel"/>
                <w:sz w:val="24"/>
                <w:szCs w:val="24"/>
              </w:rPr>
              <w:t xml:space="preserve"> g</w:t>
            </w:r>
            <w:r w:rsidRPr="008D4F4F">
              <w:rPr>
                <w:rFonts w:ascii="Corbel" w:hAnsi="Corbel"/>
                <w:sz w:val="24"/>
                <w:szCs w:val="24"/>
              </w:rPr>
              <w:t>rupowej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4389" w:rsidRPr="00B169DF" w14:paraId="6ACCB6F0" w14:textId="77777777" w:rsidTr="00BB7F25">
        <w:tc>
          <w:tcPr>
            <w:tcW w:w="9639" w:type="dxa"/>
          </w:tcPr>
          <w:p w14:paraId="445ACF3A" w14:textId="77777777" w:rsidR="005E4389" w:rsidRPr="005E4389" w:rsidRDefault="00BE39F3" w:rsidP="00BE39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4F4F">
              <w:rPr>
                <w:rFonts w:ascii="Corbel" w:hAnsi="Corbel"/>
                <w:sz w:val="24"/>
                <w:szCs w:val="24"/>
              </w:rPr>
              <w:t>Komunikacja w pracy z grupą, możliwości zakłó</w:t>
            </w:r>
            <w:r>
              <w:rPr>
                <w:rFonts w:ascii="Corbel" w:hAnsi="Corbel"/>
                <w:sz w:val="24"/>
                <w:szCs w:val="24"/>
              </w:rPr>
              <w:t xml:space="preserve">ceń, sposoby przeciwdziałania i </w:t>
            </w:r>
            <w:r w:rsidRPr="008D4F4F">
              <w:rPr>
                <w:rFonts w:ascii="Corbel" w:hAnsi="Corbel"/>
                <w:sz w:val="24"/>
                <w:szCs w:val="24"/>
              </w:rPr>
              <w:t>rozwiązywania trudnych sytuacji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4389" w:rsidRPr="00B169DF" w14:paraId="20DFB62B" w14:textId="77777777" w:rsidTr="00BB7F25">
        <w:tc>
          <w:tcPr>
            <w:tcW w:w="9639" w:type="dxa"/>
          </w:tcPr>
          <w:p w14:paraId="4A931158" w14:textId="77777777" w:rsidR="00BE39F3" w:rsidRPr="008D4F4F" w:rsidRDefault="00BE39F3" w:rsidP="00BE39F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D4F4F">
              <w:rPr>
                <w:rFonts w:ascii="Corbel" w:hAnsi="Corbel"/>
                <w:sz w:val="24"/>
                <w:szCs w:val="24"/>
              </w:rPr>
              <w:t>Specyfika zadań prowadzącego ukierunkowanych na grupę oraz na</w:t>
            </w:r>
          </w:p>
          <w:p w14:paraId="070D3610" w14:textId="77777777" w:rsidR="005E4389" w:rsidRPr="005E4389" w:rsidRDefault="00BE39F3" w:rsidP="00BE39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4F4F">
              <w:rPr>
                <w:rFonts w:ascii="Corbel" w:hAnsi="Corbel"/>
                <w:sz w:val="24"/>
                <w:szCs w:val="24"/>
              </w:rPr>
              <w:t>poszczególnych jej uczestników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E39F3" w:rsidRPr="00B169DF" w14:paraId="0BE2E39E" w14:textId="77777777" w:rsidTr="00BB7F25">
        <w:tc>
          <w:tcPr>
            <w:tcW w:w="9639" w:type="dxa"/>
          </w:tcPr>
          <w:p w14:paraId="415C457F" w14:textId="77777777" w:rsidR="00BE39F3" w:rsidRPr="008D4F4F" w:rsidRDefault="00BE39F3" w:rsidP="00BE39F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w socjoterapii. </w:t>
            </w:r>
          </w:p>
        </w:tc>
      </w:tr>
    </w:tbl>
    <w:p w14:paraId="1A42ED02" w14:textId="77777777" w:rsidR="005E4389" w:rsidRDefault="005E4389" w:rsidP="00BE39F3">
      <w:pPr>
        <w:spacing w:after="0" w:line="240" w:lineRule="auto"/>
        <w:rPr>
          <w:rFonts w:ascii="Corbel" w:hAnsi="Corbel"/>
          <w:sz w:val="24"/>
          <w:szCs w:val="24"/>
        </w:rPr>
      </w:pPr>
    </w:p>
    <w:p w14:paraId="148B1994" w14:textId="77777777" w:rsidR="00DC35B8" w:rsidRPr="00B169DF" w:rsidRDefault="00DC35B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76110EB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21D2CC28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1EAC0300" w14:textId="77777777" w:rsidTr="00923D7D">
        <w:tc>
          <w:tcPr>
            <w:tcW w:w="9639" w:type="dxa"/>
          </w:tcPr>
          <w:p w14:paraId="2EEEEAA2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214E7F19" w14:textId="77777777" w:rsidTr="00923D7D">
        <w:tc>
          <w:tcPr>
            <w:tcW w:w="9639" w:type="dxa"/>
          </w:tcPr>
          <w:p w14:paraId="47FBC8AD" w14:textId="77777777" w:rsidR="0085747A" w:rsidRPr="00DF0856" w:rsidRDefault="00BE39F3" w:rsidP="00BE3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="008D4F4F" w:rsidRPr="008D4F4F">
              <w:rPr>
                <w:rFonts w:ascii="Corbel" w:hAnsi="Corbel"/>
                <w:sz w:val="24"/>
                <w:szCs w:val="24"/>
              </w:rPr>
              <w:t>ealizacja wy</w:t>
            </w:r>
            <w:r>
              <w:rPr>
                <w:rFonts w:ascii="Corbel" w:hAnsi="Corbel"/>
                <w:sz w:val="24"/>
                <w:szCs w:val="24"/>
              </w:rPr>
              <w:t xml:space="preserve">branych scenariuszy z programów socjoterapeutycznych. </w:t>
            </w:r>
          </w:p>
        </w:tc>
      </w:tr>
      <w:tr w:rsidR="0085747A" w:rsidRPr="00B169DF" w14:paraId="3FADFB1E" w14:textId="77777777" w:rsidTr="00923D7D">
        <w:tc>
          <w:tcPr>
            <w:tcW w:w="9639" w:type="dxa"/>
          </w:tcPr>
          <w:p w14:paraId="5B6EAB49" w14:textId="77777777" w:rsidR="0085747A" w:rsidRPr="00B169DF" w:rsidRDefault="00BE39F3" w:rsidP="00BE3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4F4F">
              <w:rPr>
                <w:rFonts w:ascii="Corbel" w:hAnsi="Corbel"/>
                <w:sz w:val="24"/>
                <w:szCs w:val="24"/>
              </w:rPr>
              <w:t>Socjoterapia dla dzieci i młodzieży w mło</w:t>
            </w:r>
            <w:r>
              <w:rPr>
                <w:rFonts w:ascii="Corbel" w:hAnsi="Corbel"/>
                <w:sz w:val="24"/>
                <w:szCs w:val="24"/>
              </w:rPr>
              <w:t>dszym i średnim wieku szkolnym (</w:t>
            </w:r>
            <w:r w:rsidRPr="008D4F4F">
              <w:rPr>
                <w:rFonts w:ascii="Corbel" w:hAnsi="Corbel"/>
                <w:sz w:val="24"/>
                <w:szCs w:val="24"/>
              </w:rPr>
              <w:t>programy socjoterapeutyczne dla ucznió</w:t>
            </w:r>
            <w:r>
              <w:rPr>
                <w:rFonts w:ascii="Corbel" w:hAnsi="Corbel"/>
                <w:sz w:val="24"/>
                <w:szCs w:val="24"/>
              </w:rPr>
              <w:t>w z trudnościami adaptacyjnymi;</w:t>
            </w:r>
            <w:r w:rsidRPr="008D4F4F">
              <w:rPr>
                <w:rFonts w:ascii="Corbel" w:hAnsi="Corbel"/>
                <w:sz w:val="24"/>
                <w:szCs w:val="24"/>
              </w:rPr>
              <w:t xml:space="preserve"> zajęcia socjoterapeutyczne jako pomoc w k</w:t>
            </w:r>
            <w:r>
              <w:rPr>
                <w:rFonts w:ascii="Corbel" w:hAnsi="Corbel"/>
                <w:sz w:val="24"/>
                <w:szCs w:val="24"/>
              </w:rPr>
              <w:t>orygowaniu obrazu własnej osoby dzieci nieśmiałych).</w:t>
            </w:r>
          </w:p>
        </w:tc>
      </w:tr>
      <w:tr w:rsidR="00DF0856" w:rsidRPr="00B169DF" w14:paraId="275CEA74" w14:textId="77777777" w:rsidTr="00923D7D">
        <w:tc>
          <w:tcPr>
            <w:tcW w:w="9639" w:type="dxa"/>
          </w:tcPr>
          <w:p w14:paraId="10878172" w14:textId="77777777" w:rsidR="00BE39F3" w:rsidRPr="008D4F4F" w:rsidRDefault="00BE39F3" w:rsidP="00BE3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4F4F">
              <w:rPr>
                <w:rFonts w:ascii="Corbel" w:hAnsi="Corbel"/>
                <w:sz w:val="24"/>
                <w:szCs w:val="24"/>
              </w:rPr>
              <w:t>Programy soc</w:t>
            </w:r>
            <w:r>
              <w:rPr>
                <w:rFonts w:ascii="Corbel" w:hAnsi="Corbel"/>
                <w:sz w:val="24"/>
                <w:szCs w:val="24"/>
              </w:rPr>
              <w:t>joterapeutyczne wokół problemu (</w:t>
            </w:r>
            <w:r w:rsidRPr="008D4F4F">
              <w:rPr>
                <w:rFonts w:ascii="Corbel" w:hAnsi="Corbel"/>
                <w:sz w:val="24"/>
                <w:szCs w:val="24"/>
              </w:rPr>
              <w:t>program in</w:t>
            </w:r>
            <w:r>
              <w:rPr>
                <w:rFonts w:ascii="Corbel" w:hAnsi="Corbel"/>
                <w:sz w:val="24"/>
                <w:szCs w:val="24"/>
              </w:rPr>
              <w:t xml:space="preserve">terwencyjny dla klasy szkolnej; </w:t>
            </w:r>
            <w:r w:rsidRPr="008D4F4F">
              <w:rPr>
                <w:rFonts w:ascii="Corbel" w:hAnsi="Corbel"/>
                <w:sz w:val="24"/>
                <w:szCs w:val="24"/>
              </w:rPr>
              <w:t xml:space="preserve">program socjoterapeutyczny dla dzieci z </w:t>
            </w:r>
            <w:r>
              <w:rPr>
                <w:rFonts w:ascii="Corbel" w:hAnsi="Corbel"/>
                <w:sz w:val="24"/>
                <w:szCs w:val="24"/>
              </w:rPr>
              <w:t xml:space="preserve">nadpobudliwością psychoruchową; </w:t>
            </w:r>
            <w:r w:rsidRPr="008D4F4F">
              <w:rPr>
                <w:rFonts w:ascii="Corbel" w:hAnsi="Corbel"/>
                <w:sz w:val="24"/>
                <w:szCs w:val="24"/>
              </w:rPr>
              <w:t>program interwencyjno-edukacyjny dla dzieci i młodzieży z grup o niskim i</w:t>
            </w:r>
          </w:p>
          <w:p w14:paraId="397DBA32" w14:textId="77777777" w:rsidR="00DF0856" w:rsidRPr="00B169DF" w:rsidRDefault="00BE39F3" w:rsidP="00BE3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podwyższonym czynniku ryzyka).</w:t>
            </w:r>
          </w:p>
        </w:tc>
      </w:tr>
      <w:tr w:rsidR="00DF0856" w:rsidRPr="00B169DF" w14:paraId="07F08002" w14:textId="77777777" w:rsidTr="00923D7D">
        <w:tc>
          <w:tcPr>
            <w:tcW w:w="9639" w:type="dxa"/>
          </w:tcPr>
          <w:p w14:paraId="329B3943" w14:textId="77777777" w:rsidR="00DF0856" w:rsidRPr="00B169DF" w:rsidRDefault="00BE39F3" w:rsidP="00BE3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Stosowanie wybranych metod i </w:t>
            </w:r>
            <w:r w:rsidRPr="008D4F4F">
              <w:rPr>
                <w:rFonts w:ascii="Corbel" w:hAnsi="Corbel"/>
                <w:sz w:val="24"/>
                <w:szCs w:val="24"/>
              </w:rPr>
              <w:t>technik pracy socjoterapeutycznej</w:t>
            </w:r>
            <w:r>
              <w:rPr>
                <w:rFonts w:ascii="Corbel" w:hAnsi="Corbel"/>
                <w:sz w:val="24"/>
                <w:szCs w:val="24"/>
              </w:rPr>
              <w:t xml:space="preserve"> ze szczególnym uwzględnieniem: arteterapii; </w:t>
            </w:r>
            <w:r w:rsidRPr="008D4F4F">
              <w:rPr>
                <w:rFonts w:ascii="Corbel" w:hAnsi="Corbel"/>
                <w:sz w:val="24"/>
                <w:szCs w:val="24"/>
              </w:rPr>
              <w:t>rysunku jako metody d</w:t>
            </w:r>
            <w:r>
              <w:rPr>
                <w:rFonts w:ascii="Corbel" w:hAnsi="Corbel"/>
                <w:sz w:val="24"/>
                <w:szCs w:val="24"/>
              </w:rPr>
              <w:t xml:space="preserve">iagnostycznej i terapeutycznej; </w:t>
            </w:r>
            <w:r w:rsidRPr="008D4F4F">
              <w:rPr>
                <w:rFonts w:ascii="Corbel" w:hAnsi="Corbel"/>
                <w:sz w:val="24"/>
                <w:szCs w:val="24"/>
              </w:rPr>
              <w:t>muzykoterapii w pracy z osobami przejawiającymi zaburzenia emocjonal</w:t>
            </w:r>
            <w:r>
              <w:rPr>
                <w:rFonts w:ascii="Corbel" w:hAnsi="Corbel"/>
                <w:sz w:val="24"/>
                <w:szCs w:val="24"/>
              </w:rPr>
              <w:t xml:space="preserve">ne i zaburzenia w zachowaniu; </w:t>
            </w:r>
            <w:r w:rsidRPr="008D4F4F">
              <w:rPr>
                <w:rFonts w:ascii="Corbel" w:hAnsi="Corbel"/>
                <w:sz w:val="24"/>
                <w:szCs w:val="24"/>
              </w:rPr>
              <w:t>socjoter</w:t>
            </w:r>
            <w:r>
              <w:rPr>
                <w:rFonts w:ascii="Corbel" w:hAnsi="Corbel"/>
                <w:sz w:val="24"/>
                <w:szCs w:val="24"/>
              </w:rPr>
              <w:t xml:space="preserve">apeutycznych właściwości dramy; ćwiczeń relaksacyjnych i </w:t>
            </w:r>
            <w:r w:rsidRPr="008D4F4F">
              <w:rPr>
                <w:rFonts w:ascii="Corbel" w:hAnsi="Corbel"/>
                <w:sz w:val="24"/>
                <w:szCs w:val="24"/>
              </w:rPr>
              <w:t>koncentrują</w:t>
            </w:r>
            <w:r>
              <w:rPr>
                <w:rFonts w:ascii="Corbel" w:hAnsi="Corbel"/>
                <w:sz w:val="24"/>
                <w:szCs w:val="24"/>
              </w:rPr>
              <w:t>cych, ich możliwości i zagrożeń).</w:t>
            </w:r>
          </w:p>
        </w:tc>
      </w:tr>
    </w:tbl>
    <w:p w14:paraId="306B76D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BACCBB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A4CE55F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083345" w14:textId="77777777" w:rsidR="004C2E66" w:rsidRPr="00B169DF" w:rsidRDefault="006B689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B6893">
        <w:rPr>
          <w:rFonts w:ascii="Corbel" w:hAnsi="Corbel"/>
          <w:b w:val="0"/>
          <w:smallCaps w:val="0"/>
          <w:szCs w:val="24"/>
        </w:rPr>
        <w:t xml:space="preserve">Metody dydaktyczne: podające, problemowe, eksponujące, praktyczne; m.in. praca w grupach, praca w parach, ćwiczenia indywidualne, dyskusja, ćwiczenia </w:t>
      </w:r>
      <w:proofErr w:type="spellStart"/>
      <w:r w:rsidRPr="006B6893">
        <w:rPr>
          <w:rFonts w:ascii="Corbel" w:hAnsi="Corbel"/>
          <w:b w:val="0"/>
          <w:smallCaps w:val="0"/>
          <w:szCs w:val="24"/>
        </w:rPr>
        <w:t>dramowe</w:t>
      </w:r>
      <w:proofErr w:type="spellEnd"/>
      <w:r w:rsidRPr="006B6893">
        <w:rPr>
          <w:rFonts w:ascii="Corbel" w:hAnsi="Corbel"/>
          <w:b w:val="0"/>
          <w:smallCaps w:val="0"/>
          <w:szCs w:val="24"/>
        </w:rPr>
        <w:t>, elementy wykł</w:t>
      </w:r>
      <w:r>
        <w:rPr>
          <w:rFonts w:ascii="Corbel" w:hAnsi="Corbel"/>
          <w:b w:val="0"/>
          <w:smallCaps w:val="0"/>
          <w:szCs w:val="24"/>
        </w:rPr>
        <w:t>adu, pogadanka, gra dydaktyczna, metoda projektów.</w:t>
      </w:r>
    </w:p>
    <w:p w14:paraId="2CA3BC07" w14:textId="77777777" w:rsidR="00DF0856" w:rsidRDefault="00DF085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207129D8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305EFA05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46AA4E49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0E8A1067" w14:textId="77777777" w:rsidR="00E960BB" w:rsidRPr="00DF0856" w:rsidRDefault="00153C41" w:rsidP="00DF085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61A3F6A3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39C665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457D02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CA8C36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6071CF1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14:paraId="1B70AC12" w14:textId="77777777" w:rsidTr="00C05F44">
        <w:tc>
          <w:tcPr>
            <w:tcW w:w="1985" w:type="dxa"/>
            <w:vAlign w:val="center"/>
          </w:tcPr>
          <w:p w14:paraId="09231056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1365855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CE78B59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9D9A05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CE8D643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703844F5" w14:textId="77777777" w:rsidTr="00C05F44">
        <w:tc>
          <w:tcPr>
            <w:tcW w:w="1985" w:type="dxa"/>
          </w:tcPr>
          <w:p w14:paraId="4C85FF50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4BA0728F" w14:textId="77777777" w:rsidR="0085747A" w:rsidRPr="00DF0856" w:rsidRDefault="006B68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14:paraId="6557B143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1928E474" w14:textId="77777777" w:rsidTr="00C05F44">
        <w:tc>
          <w:tcPr>
            <w:tcW w:w="1985" w:type="dxa"/>
          </w:tcPr>
          <w:p w14:paraId="39BA613E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E315347" w14:textId="77777777" w:rsidR="00706E32" w:rsidRPr="00DF0856" w:rsidRDefault="006B68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14:paraId="055496C6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2BD4FD71" w14:textId="77777777" w:rsidTr="00C05F44">
        <w:tc>
          <w:tcPr>
            <w:tcW w:w="1985" w:type="dxa"/>
          </w:tcPr>
          <w:p w14:paraId="50D0E44C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8D30D40" w14:textId="77777777" w:rsidR="00706E32" w:rsidRPr="00DF0856" w:rsidRDefault="006B68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14:paraId="53B041B1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4C13D290" w14:textId="77777777" w:rsidTr="00C05F44">
        <w:tc>
          <w:tcPr>
            <w:tcW w:w="1985" w:type="dxa"/>
          </w:tcPr>
          <w:p w14:paraId="250B9F3C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9E889B4" w14:textId="77777777" w:rsidR="00706E32" w:rsidRPr="00DF0856" w:rsidRDefault="006B68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14:paraId="78F78E1C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76D83F75" w14:textId="77777777" w:rsidTr="00C05F44">
        <w:tc>
          <w:tcPr>
            <w:tcW w:w="1985" w:type="dxa"/>
          </w:tcPr>
          <w:p w14:paraId="2F81CB09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156E140" w14:textId="77777777" w:rsidR="00706E32" w:rsidRPr="00DF0856" w:rsidRDefault="006B68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14:paraId="1D0C2AF2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85747A" w:rsidRPr="00B169DF" w14:paraId="6B9CF444" w14:textId="77777777" w:rsidTr="00C05F44">
        <w:tc>
          <w:tcPr>
            <w:tcW w:w="1985" w:type="dxa"/>
          </w:tcPr>
          <w:p w14:paraId="61075886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06</w:t>
            </w:r>
          </w:p>
        </w:tc>
        <w:tc>
          <w:tcPr>
            <w:tcW w:w="5528" w:type="dxa"/>
          </w:tcPr>
          <w:p w14:paraId="71DBF19B" w14:textId="77777777" w:rsidR="0085747A" w:rsidRPr="00B169DF" w:rsidRDefault="006B6893" w:rsidP="00D829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14:paraId="1DD0BADA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</w:tbl>
    <w:p w14:paraId="7F53C1F2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45AD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185D1883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56961A2E" w14:textId="77777777" w:rsidTr="00923D7D">
        <w:tc>
          <w:tcPr>
            <w:tcW w:w="9670" w:type="dxa"/>
          </w:tcPr>
          <w:p w14:paraId="4682147C" w14:textId="77777777" w:rsidR="00A52E40" w:rsidRPr="00A52E40" w:rsidRDefault="00A52E40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E40">
              <w:rPr>
                <w:rFonts w:ascii="Corbel" w:hAnsi="Corbel"/>
                <w:b w:val="0"/>
                <w:smallCaps w:val="0"/>
                <w:szCs w:val="24"/>
              </w:rPr>
              <w:t>Aktywny udział studenta w zajęciach.</w:t>
            </w:r>
          </w:p>
          <w:p w14:paraId="0758AA0C" w14:textId="77777777" w:rsidR="00A52E40" w:rsidRPr="00A52E40" w:rsidRDefault="00A52E40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E40">
              <w:rPr>
                <w:rFonts w:ascii="Corbel" w:hAnsi="Corbel"/>
                <w:b w:val="0"/>
                <w:smallCaps w:val="0"/>
                <w:szCs w:val="24"/>
              </w:rPr>
              <w:t>Obecność studenta na zajęciach.</w:t>
            </w:r>
          </w:p>
          <w:p w14:paraId="6F804F65" w14:textId="77777777" w:rsidR="0085747A" w:rsidRDefault="00A52E40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E40">
              <w:rPr>
                <w:rFonts w:ascii="Corbel" w:hAnsi="Corbel"/>
                <w:b w:val="0"/>
                <w:smallCaps w:val="0"/>
                <w:szCs w:val="24"/>
              </w:rPr>
              <w:t>Pozytywna ocena z</w:t>
            </w:r>
            <w:r w:rsidR="00D829F2">
              <w:rPr>
                <w:rFonts w:ascii="Corbel" w:hAnsi="Corbel"/>
                <w:b w:val="0"/>
                <w:smallCaps w:val="0"/>
                <w:szCs w:val="24"/>
              </w:rPr>
              <w:t xml:space="preserve"> kolokwium.</w:t>
            </w:r>
          </w:p>
          <w:p w14:paraId="2872C902" w14:textId="77777777" w:rsidR="006B6893" w:rsidRPr="00B169DF" w:rsidRDefault="00BE39F3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Przygotowanie scenariuszy </w:t>
            </w:r>
            <w:r w:rsidR="006B6893">
              <w:rPr>
                <w:rFonts w:ascii="Corbel" w:hAnsi="Corbel"/>
                <w:b w:val="0"/>
                <w:smallCaps w:val="0"/>
                <w:szCs w:val="24"/>
              </w:rPr>
              <w:t>zajęć socjoterapeutycznych.</w:t>
            </w:r>
          </w:p>
        </w:tc>
      </w:tr>
    </w:tbl>
    <w:p w14:paraId="5777495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45D817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7FAE6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4769F592" w14:textId="77777777" w:rsidTr="003E1941">
        <w:tc>
          <w:tcPr>
            <w:tcW w:w="4962" w:type="dxa"/>
            <w:vAlign w:val="center"/>
          </w:tcPr>
          <w:p w14:paraId="0D52097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F4223F3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7519642E" w14:textId="77777777" w:rsidTr="00923D7D">
        <w:tc>
          <w:tcPr>
            <w:tcW w:w="4962" w:type="dxa"/>
          </w:tcPr>
          <w:p w14:paraId="46FEC924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7774185" w14:textId="77777777" w:rsidR="0085747A" w:rsidRPr="00B169DF" w:rsidRDefault="009F431F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B169DF" w14:paraId="02DE7674" w14:textId="77777777" w:rsidTr="00923D7D">
        <w:tc>
          <w:tcPr>
            <w:tcW w:w="4962" w:type="dxa"/>
          </w:tcPr>
          <w:p w14:paraId="6A2522E2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DB820C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</w:t>
            </w:r>
            <w:r w:rsidR="004C2BBD">
              <w:rPr>
                <w:rFonts w:ascii="Corbel" w:hAnsi="Corbel"/>
                <w:sz w:val="24"/>
                <w:szCs w:val="24"/>
              </w:rPr>
              <w:t>dział w konsultacjach, kolokwium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BCE429F" w14:textId="77777777" w:rsidR="00C61DC5" w:rsidRPr="00B169DF" w:rsidRDefault="009F431F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34</w:t>
            </w:r>
          </w:p>
        </w:tc>
      </w:tr>
      <w:tr w:rsidR="00C61DC5" w:rsidRPr="00B169DF" w14:paraId="4514AFBC" w14:textId="77777777" w:rsidTr="00923D7D">
        <w:tc>
          <w:tcPr>
            <w:tcW w:w="4962" w:type="dxa"/>
          </w:tcPr>
          <w:p w14:paraId="2B72E575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1D97E83" w14:textId="77777777" w:rsidR="00C61DC5" w:rsidRPr="00B169DF" w:rsidRDefault="00C61DC5" w:rsidP="004C2B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C2BBD">
              <w:rPr>
                <w:rFonts w:ascii="Corbel" w:hAnsi="Corbel"/>
                <w:sz w:val="24"/>
                <w:szCs w:val="24"/>
              </w:rPr>
              <w:t xml:space="preserve">kolokwium, przygotowanie pracy projektowej </w:t>
            </w:r>
            <w:r w:rsidRPr="00B169DF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3FD76399" w14:textId="1729F7ED" w:rsidR="00C61DC5" w:rsidRPr="00A06FD3" w:rsidRDefault="009339A7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A06FD3">
              <w:rPr>
                <w:rFonts w:ascii="Corbel" w:hAnsi="Corbel"/>
                <w:color w:val="000000" w:themeColor="text1"/>
                <w:sz w:val="24"/>
                <w:szCs w:val="24"/>
              </w:rPr>
              <w:t>40</w:t>
            </w:r>
          </w:p>
        </w:tc>
      </w:tr>
      <w:tr w:rsidR="0085747A" w:rsidRPr="00B169DF" w14:paraId="60EFEBF7" w14:textId="77777777" w:rsidTr="00923D7D">
        <w:tc>
          <w:tcPr>
            <w:tcW w:w="4962" w:type="dxa"/>
          </w:tcPr>
          <w:p w14:paraId="45A6A041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45EB91A" w14:textId="600A5823" w:rsidR="0085747A" w:rsidRPr="00A06FD3" w:rsidRDefault="009339A7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A06FD3">
              <w:rPr>
                <w:rFonts w:ascii="Corbel" w:hAnsi="Corbel"/>
                <w:color w:val="000000" w:themeColor="text1"/>
                <w:sz w:val="24"/>
                <w:szCs w:val="24"/>
              </w:rPr>
              <w:t>90</w:t>
            </w:r>
          </w:p>
        </w:tc>
      </w:tr>
      <w:tr w:rsidR="0085747A" w:rsidRPr="00B169DF" w14:paraId="07CA42AC" w14:textId="77777777" w:rsidTr="00923D7D">
        <w:tc>
          <w:tcPr>
            <w:tcW w:w="4962" w:type="dxa"/>
          </w:tcPr>
          <w:p w14:paraId="6F3C548B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845553" w14:textId="77777777" w:rsidR="0085747A" w:rsidRPr="00B169DF" w:rsidRDefault="00D829F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56C7B2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DBD699F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14:paraId="4689ECA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449829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D79F8D6" w14:textId="77777777" w:rsidTr="0071620A">
        <w:trPr>
          <w:trHeight w:val="397"/>
        </w:trPr>
        <w:tc>
          <w:tcPr>
            <w:tcW w:w="3544" w:type="dxa"/>
          </w:tcPr>
          <w:p w14:paraId="03248BB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C11AF2C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69FC07B6" w14:textId="77777777" w:rsidTr="0071620A">
        <w:trPr>
          <w:trHeight w:val="397"/>
        </w:trPr>
        <w:tc>
          <w:tcPr>
            <w:tcW w:w="3544" w:type="dxa"/>
          </w:tcPr>
          <w:p w14:paraId="0B4C1006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00F6756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4C0B72D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3FE33B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DFD3CE0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0E237731" w14:textId="77777777" w:rsidTr="0071620A">
        <w:trPr>
          <w:trHeight w:val="397"/>
        </w:trPr>
        <w:tc>
          <w:tcPr>
            <w:tcW w:w="7513" w:type="dxa"/>
          </w:tcPr>
          <w:p w14:paraId="571553B0" w14:textId="77777777" w:rsidR="00BE39F3" w:rsidRDefault="0085747A" w:rsidP="00BE39F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8385982" w14:textId="77777777" w:rsidR="00BE39F3" w:rsidRPr="005A00B6" w:rsidRDefault="00BE39F3" w:rsidP="005A00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A00B6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ankowiakB</w:t>
            </w:r>
            <w:proofErr w:type="spellEnd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Soroko E., Socjoterapia młodzieży, PWN, Warszawa 2021. </w:t>
            </w:r>
          </w:p>
          <w:p w14:paraId="54CEB082" w14:textId="77777777" w:rsidR="00BE39F3" w:rsidRPr="005A00B6" w:rsidRDefault="00BE39F3" w:rsidP="005A00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Korona K., Socjoterapia w resocjalizacji penitencjarnej, Lublin 2023. </w:t>
            </w:r>
          </w:p>
          <w:p w14:paraId="185654BA" w14:textId="77777777" w:rsidR="00BE39F3" w:rsidRPr="005A00B6" w:rsidRDefault="006B6893" w:rsidP="005A00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Gieldard</w:t>
            </w:r>
            <w:proofErr w:type="spellEnd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proofErr w:type="spellStart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Gieldard</w:t>
            </w:r>
            <w:proofErr w:type="spellEnd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Jak</w:t>
            </w:r>
            <w:r w:rsidR="00BE39F3"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pracować z dziecięcymi grupami </w:t>
            </w:r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terapeutycznymi, GWP, Gdańsk 2005.</w:t>
            </w:r>
          </w:p>
          <w:p w14:paraId="42FD33D2" w14:textId="77777777" w:rsidR="006B6893" w:rsidRPr="005A00B6" w:rsidRDefault="00BE39F3" w:rsidP="005A00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="006B6893"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agieła J., Socjoterapia w szkole. Krótki poradnik psychologiczny, Rubikon, Kraków 2007.</w:t>
            </w:r>
          </w:p>
          <w:p w14:paraId="06B9C760" w14:textId="77777777" w:rsidR="006B6893" w:rsidRPr="005A00B6" w:rsidRDefault="006B6893" w:rsidP="005A00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Sawicka K. (red.), Socjoterapia, Wyd. CMPP/ MEN, Warszawa 2010.</w:t>
            </w:r>
          </w:p>
          <w:p w14:paraId="20225750" w14:textId="77777777" w:rsidR="006B6893" w:rsidRPr="005A00B6" w:rsidRDefault="006B6893" w:rsidP="005A00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Vopel</w:t>
            </w:r>
            <w:proofErr w:type="spellEnd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Poradnik dla prowadzących grupę, Jedność, Kielce 2004.</w:t>
            </w:r>
          </w:p>
          <w:p w14:paraId="607C5CB2" w14:textId="77777777" w:rsidR="006B6893" w:rsidRPr="005A00B6" w:rsidRDefault="00BE39F3" w:rsidP="005A00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Grudziewska</w:t>
            </w:r>
            <w:proofErr w:type="spellEnd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 (red.), Diagnoza w socjoterapii  Warszawa : </w:t>
            </w:r>
            <w:proofErr w:type="spellStart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2017. </w:t>
            </w:r>
          </w:p>
          <w:p w14:paraId="1DFD0131" w14:textId="77777777" w:rsidR="007340C4" w:rsidRPr="00B169DF" w:rsidRDefault="00BE39F3" w:rsidP="008D4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Grudziewska</w:t>
            </w:r>
            <w:proofErr w:type="spellEnd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 (red.), Socjoterapia w pracy z dziećmi i młodzieżą : programy zajęć, Warszawa 2015. </w:t>
            </w:r>
          </w:p>
        </w:tc>
      </w:tr>
      <w:tr w:rsidR="0085747A" w:rsidRPr="00B169DF" w14:paraId="4AE99F5B" w14:textId="77777777" w:rsidTr="0071620A">
        <w:trPr>
          <w:trHeight w:val="397"/>
        </w:trPr>
        <w:tc>
          <w:tcPr>
            <w:tcW w:w="7513" w:type="dxa"/>
          </w:tcPr>
          <w:p w14:paraId="01A043BC" w14:textId="77777777" w:rsidR="00BE39F3" w:rsidRDefault="0085747A" w:rsidP="00BE39F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C5327DC" w14:textId="77777777" w:rsidR="005A00B6" w:rsidRDefault="00BE39F3" w:rsidP="005A00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proofErr w:type="spellStart"/>
            <w:r w:rsidRPr="00BE39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Forysiewicz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BE39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Małgorzata Polakowska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</w:t>
            </w:r>
            <w:r w:rsidRPr="00BE39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Teatr jako </w:t>
            </w:r>
            <w:proofErr w:type="spellStart"/>
            <w:r w:rsidRPr="00BE39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ulturotechnika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socjoterapii, Gdańsk 2020. </w:t>
            </w:r>
          </w:p>
          <w:p w14:paraId="1D2D1557" w14:textId="77777777" w:rsidR="005A00B6" w:rsidRDefault="008D4F4F" w:rsidP="005A00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Borecka I., Biblioterapia: teoria i praktyka, Wydawnictwo Stowarzyszenia Bibliotekarzy Polskich, Warszawa 2001.</w:t>
            </w:r>
          </w:p>
          <w:p w14:paraId="659877B4" w14:textId="77777777" w:rsidR="005A00B6" w:rsidRDefault="008D4F4F" w:rsidP="005A00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Królikowska J., Drama stosowana jako interwencja społeczna, [w:] Terapia w resocjalizac</w:t>
            </w:r>
            <w:r w:rsid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ji, cz.1, Ujęcie teoretyczne, A. </w:t>
            </w:r>
            <w:proofErr w:type="spellStart"/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Rejzner</w:t>
            </w:r>
            <w:proofErr w:type="spellEnd"/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P. Szczepaniak (red.), Wydawnictwo Akademickie „Żak”, Warszawa 2009, s. 198-216.</w:t>
            </w:r>
          </w:p>
          <w:p w14:paraId="25353113" w14:textId="77777777" w:rsidR="005A00B6" w:rsidRDefault="008D4F4F" w:rsidP="005A00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Lewandowska K., Muzykoterapia dziecięca, Wydawnictwo "Norma", Gdańsk 1996.</w:t>
            </w:r>
          </w:p>
          <w:p w14:paraId="04A862F9" w14:textId="77777777" w:rsidR="00F629B3" w:rsidRPr="005A00B6" w:rsidRDefault="008D4F4F" w:rsidP="008D4F4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proofErr w:type="spellStart"/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Oster</w:t>
            </w:r>
            <w:proofErr w:type="spellEnd"/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G., Gould P., Rysunek w psychoterapii, GWP, Gdańsk 1999</w:t>
            </w:r>
            <w:r w:rsidR="005A00B6">
              <w:rPr>
                <w:rFonts w:ascii="Corbel" w:hAnsi="Corbel"/>
                <w:smallCaps w:val="0"/>
                <w:szCs w:val="24"/>
              </w:rPr>
              <w:t>.</w:t>
            </w:r>
          </w:p>
        </w:tc>
      </w:tr>
    </w:tbl>
    <w:p w14:paraId="7F934909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65DC73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C6FD1E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03173C" w14:textId="77777777" w:rsidR="00052A49" w:rsidRDefault="00052A49" w:rsidP="00C16ABF">
      <w:pPr>
        <w:spacing w:after="0" w:line="240" w:lineRule="auto"/>
      </w:pPr>
      <w:r>
        <w:separator/>
      </w:r>
    </w:p>
  </w:endnote>
  <w:endnote w:type="continuationSeparator" w:id="0">
    <w:p w14:paraId="19035148" w14:textId="77777777" w:rsidR="00052A49" w:rsidRDefault="00052A4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B7D292" w14:textId="77777777" w:rsidR="00052A49" w:rsidRDefault="00052A49" w:rsidP="00C16ABF">
      <w:pPr>
        <w:spacing w:after="0" w:line="240" w:lineRule="auto"/>
      </w:pPr>
      <w:r>
        <w:separator/>
      </w:r>
    </w:p>
  </w:footnote>
  <w:footnote w:type="continuationSeparator" w:id="0">
    <w:p w14:paraId="52D38336" w14:textId="77777777" w:rsidR="00052A49" w:rsidRDefault="00052A49" w:rsidP="00C16ABF">
      <w:pPr>
        <w:spacing w:after="0" w:line="240" w:lineRule="auto"/>
      </w:pPr>
      <w:r>
        <w:continuationSeparator/>
      </w:r>
    </w:p>
  </w:footnote>
  <w:footnote w:id="1">
    <w:p w14:paraId="06436A1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E10F56"/>
    <w:multiLevelType w:val="hybridMultilevel"/>
    <w:tmpl w:val="07D49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2A49"/>
    <w:rsid w:val="00070ED6"/>
    <w:rsid w:val="000742DC"/>
    <w:rsid w:val="000825C8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1257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A4"/>
    <w:rsid w:val="002416EA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C94"/>
    <w:rsid w:val="002D3375"/>
    <w:rsid w:val="002D73D4"/>
    <w:rsid w:val="002F02A3"/>
    <w:rsid w:val="002F4ABE"/>
    <w:rsid w:val="002F7DD5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27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1A9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C2BBD"/>
    <w:rsid w:val="004C2E66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6700E"/>
    <w:rsid w:val="0059484D"/>
    <w:rsid w:val="005A00B6"/>
    <w:rsid w:val="005A0855"/>
    <w:rsid w:val="005A3196"/>
    <w:rsid w:val="005C080F"/>
    <w:rsid w:val="005C1D21"/>
    <w:rsid w:val="005C55E5"/>
    <w:rsid w:val="005C696A"/>
    <w:rsid w:val="005E4389"/>
    <w:rsid w:val="005E6E85"/>
    <w:rsid w:val="005F31D2"/>
    <w:rsid w:val="005F76A3"/>
    <w:rsid w:val="0061029B"/>
    <w:rsid w:val="00617230"/>
    <w:rsid w:val="00621CE1"/>
    <w:rsid w:val="00627FC9"/>
    <w:rsid w:val="00643E61"/>
    <w:rsid w:val="00647FA8"/>
    <w:rsid w:val="00650C5F"/>
    <w:rsid w:val="00654934"/>
    <w:rsid w:val="006620D9"/>
    <w:rsid w:val="00671958"/>
    <w:rsid w:val="00675843"/>
    <w:rsid w:val="00696477"/>
    <w:rsid w:val="006B6893"/>
    <w:rsid w:val="006D050F"/>
    <w:rsid w:val="006D3A79"/>
    <w:rsid w:val="006D6139"/>
    <w:rsid w:val="006E5D65"/>
    <w:rsid w:val="006F1282"/>
    <w:rsid w:val="006F1FBC"/>
    <w:rsid w:val="006F31E2"/>
    <w:rsid w:val="006F72DA"/>
    <w:rsid w:val="00706544"/>
    <w:rsid w:val="00706E32"/>
    <w:rsid w:val="007072BA"/>
    <w:rsid w:val="0071620A"/>
    <w:rsid w:val="00724677"/>
    <w:rsid w:val="00725459"/>
    <w:rsid w:val="007327BD"/>
    <w:rsid w:val="00733FA6"/>
    <w:rsid w:val="007340C4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A0A"/>
    <w:rsid w:val="007F4155"/>
    <w:rsid w:val="0081554D"/>
    <w:rsid w:val="0081707E"/>
    <w:rsid w:val="00822696"/>
    <w:rsid w:val="008449B3"/>
    <w:rsid w:val="008552A2"/>
    <w:rsid w:val="0085747A"/>
    <w:rsid w:val="0087571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F4F"/>
    <w:rsid w:val="008E64F4"/>
    <w:rsid w:val="008F12C9"/>
    <w:rsid w:val="008F6E29"/>
    <w:rsid w:val="00916188"/>
    <w:rsid w:val="00923D7D"/>
    <w:rsid w:val="009339A7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4D83"/>
    <w:rsid w:val="009E0543"/>
    <w:rsid w:val="009E3B41"/>
    <w:rsid w:val="009F3C5C"/>
    <w:rsid w:val="009F431F"/>
    <w:rsid w:val="009F4610"/>
    <w:rsid w:val="00A00ECC"/>
    <w:rsid w:val="00A06FD3"/>
    <w:rsid w:val="00A13B80"/>
    <w:rsid w:val="00A155EE"/>
    <w:rsid w:val="00A2245B"/>
    <w:rsid w:val="00A24BAE"/>
    <w:rsid w:val="00A30110"/>
    <w:rsid w:val="00A36899"/>
    <w:rsid w:val="00A371F6"/>
    <w:rsid w:val="00A43BF6"/>
    <w:rsid w:val="00A52E40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9F3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8E8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56BC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430BF"/>
    <w:rsid w:val="00D552B2"/>
    <w:rsid w:val="00D608D1"/>
    <w:rsid w:val="00D74119"/>
    <w:rsid w:val="00D8075B"/>
    <w:rsid w:val="00D829F2"/>
    <w:rsid w:val="00D8678B"/>
    <w:rsid w:val="00DA2114"/>
    <w:rsid w:val="00DC35B8"/>
    <w:rsid w:val="00DE09C0"/>
    <w:rsid w:val="00DE4A14"/>
    <w:rsid w:val="00DF0856"/>
    <w:rsid w:val="00DF320D"/>
    <w:rsid w:val="00DF5F27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4852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2B1E"/>
    <w:rsid w:val="00EE32DE"/>
    <w:rsid w:val="00EE5457"/>
    <w:rsid w:val="00F070AB"/>
    <w:rsid w:val="00F17567"/>
    <w:rsid w:val="00F27A7B"/>
    <w:rsid w:val="00F526AF"/>
    <w:rsid w:val="00F617C3"/>
    <w:rsid w:val="00F61A26"/>
    <w:rsid w:val="00F629B3"/>
    <w:rsid w:val="00F7066B"/>
    <w:rsid w:val="00F738E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663B2"/>
  <w15:docId w15:val="{C66E498A-DB90-4979-A978-C008F9A10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2B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2B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2B1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2B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B1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9CA0F-B276-4A85-8362-7FC153988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1293</Words>
  <Characters>7759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2023-06-11T14:06:00Z</dcterms:created>
  <dcterms:modified xsi:type="dcterms:W3CDTF">2023-09-14T10:10:00Z</dcterms:modified>
</cp:coreProperties>
</file>